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30D36A0B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DE6605">
        <w:rPr>
          <w:rFonts w:ascii="Corbel" w:hAnsi="Corbel"/>
          <w:i/>
          <w:smallCaps/>
          <w:sz w:val="24"/>
          <w:szCs w:val="24"/>
        </w:rPr>
        <w:t>2019-2022</w:t>
      </w:r>
    </w:p>
    <w:p w14:paraId="0FD69D42" w14:textId="0CA3741D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DE6605">
        <w:rPr>
          <w:rFonts w:ascii="Corbel" w:hAnsi="Corbel"/>
          <w:sz w:val="20"/>
          <w:szCs w:val="20"/>
        </w:rPr>
        <w:t>0/</w:t>
      </w:r>
      <w:r w:rsidR="00BB5417">
        <w:rPr>
          <w:rFonts w:ascii="Corbel" w:hAnsi="Corbel"/>
          <w:sz w:val="20"/>
          <w:szCs w:val="20"/>
        </w:rPr>
        <w:t>202</w:t>
      </w:r>
      <w:r w:rsidR="00DE6605">
        <w:rPr>
          <w:rFonts w:ascii="Corbel" w:hAnsi="Corbel"/>
          <w:sz w:val="20"/>
          <w:szCs w:val="20"/>
        </w:rPr>
        <w:t>1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3A95196E" w:rsidR="0085747A" w:rsidRPr="00C5455A" w:rsidRDefault="00C5455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55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379C1BAB" w:rsidR="004D1026" w:rsidRPr="009C54AE" w:rsidRDefault="00C5455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DD84913" w:rsidR="004D1026" w:rsidRPr="009C54AE" w:rsidRDefault="00C5455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66446C9A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72D31DF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366F23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4A4D827F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366F23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2F9E5E66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69984CF0" w14:textId="0A8A2D67" w:rsidR="00366F23" w:rsidRDefault="00366F23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F23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3150892B" w:rsidR="0085747A" w:rsidRPr="009C54AE" w:rsidRDefault="00C5455A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0686795B" w:rsidR="00C61DC5" w:rsidRPr="009C54AE" w:rsidRDefault="00C5455A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8C204" w14:textId="77777777" w:rsidR="00897ABF" w:rsidRDefault="00897ABF" w:rsidP="00C16ABF">
      <w:pPr>
        <w:spacing w:after="0" w:line="240" w:lineRule="auto"/>
      </w:pPr>
      <w:r>
        <w:separator/>
      </w:r>
    </w:p>
  </w:endnote>
  <w:endnote w:type="continuationSeparator" w:id="0">
    <w:p w14:paraId="339E0187" w14:textId="77777777" w:rsidR="00897ABF" w:rsidRDefault="00897A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31DF1" w14:textId="77777777" w:rsidR="00897ABF" w:rsidRDefault="00897ABF" w:rsidP="00C16ABF">
      <w:pPr>
        <w:spacing w:after="0" w:line="240" w:lineRule="auto"/>
      </w:pPr>
      <w:r>
        <w:separator/>
      </w:r>
    </w:p>
  </w:footnote>
  <w:footnote w:type="continuationSeparator" w:id="0">
    <w:p w14:paraId="49498B28" w14:textId="77777777" w:rsidR="00897ABF" w:rsidRDefault="00897ABF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39B0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F2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615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97AB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5A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51DB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E6605"/>
    <w:rsid w:val="00DF320D"/>
    <w:rsid w:val="00DF71C8"/>
    <w:rsid w:val="00E006AF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8970F-337A-4E90-8656-BA2581043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2020-12-16T11:14:00Z</dcterms:created>
  <dcterms:modified xsi:type="dcterms:W3CDTF">2020-12-16T11:14:00Z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